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29B21-C38E-4D29-B744-330A3F0AC63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